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CC2" w:rsidRDefault="00372CC2"/>
    <w:p w:rsidR="005A4624" w:rsidRDefault="005A4624"/>
    <w:p w:rsidR="005A4624" w:rsidRDefault="005A4624"/>
    <w:p w:rsidR="005A4624" w:rsidRDefault="005A4624"/>
    <w:p w:rsidR="005A4624" w:rsidRDefault="005A4624"/>
    <w:p w:rsidR="005A4624" w:rsidRDefault="00442415">
      <w:r>
        <w:t>09.12.2011                                                                                        681-Пр</w:t>
      </w:r>
    </w:p>
    <w:p w:rsidR="005A4624" w:rsidRDefault="005A4624"/>
    <w:p w:rsidR="005A4624" w:rsidRDefault="005A4624"/>
    <w:p w:rsidR="005A4624" w:rsidRDefault="005A4624"/>
    <w:p w:rsidR="005A4624" w:rsidRDefault="005A4624"/>
    <w:p w:rsidR="005A4624" w:rsidRDefault="005A4624"/>
    <w:p w:rsidR="004C7258" w:rsidRDefault="005A4624" w:rsidP="004C7258">
      <w:pPr>
        <w:spacing w:line="240" w:lineRule="exact"/>
      </w:pPr>
      <w:r>
        <w:t>О внесении изменений</w:t>
      </w:r>
      <w:r w:rsidR="004C7258">
        <w:t xml:space="preserve"> </w:t>
      </w:r>
    </w:p>
    <w:p w:rsidR="004C7258" w:rsidRDefault="004C7258" w:rsidP="004C7258">
      <w:pPr>
        <w:spacing w:line="240" w:lineRule="exact"/>
      </w:pPr>
      <w:r>
        <w:t xml:space="preserve">в приказ министерства </w:t>
      </w:r>
    </w:p>
    <w:p w:rsidR="004C7258" w:rsidRDefault="004C7258" w:rsidP="004C7258">
      <w:pPr>
        <w:spacing w:line="240" w:lineRule="exact"/>
      </w:pPr>
      <w:r>
        <w:t xml:space="preserve">здравоохранения </w:t>
      </w:r>
    </w:p>
    <w:p w:rsidR="004C7258" w:rsidRDefault="004C7258" w:rsidP="004C7258">
      <w:pPr>
        <w:spacing w:line="240" w:lineRule="exact"/>
      </w:pPr>
      <w:r>
        <w:t xml:space="preserve">Астраханской области </w:t>
      </w:r>
    </w:p>
    <w:p w:rsidR="005A4624" w:rsidRDefault="004C7258" w:rsidP="004C7258">
      <w:pPr>
        <w:spacing w:line="240" w:lineRule="exact"/>
      </w:pPr>
      <w:r>
        <w:t>от 16.03.2010 №121-Пр</w:t>
      </w:r>
    </w:p>
    <w:p w:rsidR="004C7258" w:rsidRDefault="004C7258"/>
    <w:p w:rsidR="004C7258" w:rsidRDefault="004C7258"/>
    <w:p w:rsidR="004C7258" w:rsidRDefault="004C7258"/>
    <w:p w:rsidR="004C7258" w:rsidRDefault="00727B30">
      <w:r>
        <w:t>ПРИКАЗЫВАЮ:</w:t>
      </w:r>
    </w:p>
    <w:p w:rsidR="00727B30" w:rsidRDefault="00727B30" w:rsidP="00727B30">
      <w:pPr>
        <w:ind w:firstLine="851"/>
      </w:pPr>
      <w:r>
        <w:t>Внести изменения в приказ министерства здравоохранения Астраханской области от 16.03.2010 №121-Пр «О создании банка данных», изложив п.1.1. в новой редакции</w:t>
      </w:r>
      <w:r w:rsidR="001E5EC0">
        <w:t>:</w:t>
      </w:r>
    </w:p>
    <w:p w:rsidR="00727B30" w:rsidRDefault="00727B30" w:rsidP="00727B30">
      <w:pPr>
        <w:ind w:firstLine="851"/>
      </w:pPr>
      <w:r>
        <w:t xml:space="preserve">«1.1. Ежемесячно до 20 числа направлять данные о вакансиях по прилагаемой форме в формате </w:t>
      </w:r>
      <w:r>
        <w:rPr>
          <w:lang w:val="en-US"/>
        </w:rPr>
        <w:t>Excel</w:t>
      </w:r>
      <w:r w:rsidRPr="00727B30">
        <w:t xml:space="preserve"> </w:t>
      </w:r>
      <w:r>
        <w:t xml:space="preserve">на электронный адрес: </w:t>
      </w:r>
      <w:hyperlink r:id="rId4" w:history="1">
        <w:r w:rsidRPr="0082348A">
          <w:rPr>
            <w:rStyle w:val="a3"/>
            <w:lang w:val="en-US"/>
          </w:rPr>
          <w:t>mz</w:t>
        </w:r>
        <w:r w:rsidRPr="0082348A">
          <w:rPr>
            <w:rStyle w:val="a3"/>
          </w:rPr>
          <w:t>.30@</w:t>
        </w:r>
        <w:r w:rsidRPr="0082348A">
          <w:rPr>
            <w:rStyle w:val="a3"/>
            <w:lang w:val="en-US"/>
          </w:rPr>
          <w:t>mail</w:t>
        </w:r>
        <w:r w:rsidRPr="0082348A">
          <w:rPr>
            <w:rStyle w:val="a3"/>
          </w:rPr>
          <w:t>.</w:t>
        </w:r>
        <w:r w:rsidRPr="0082348A">
          <w:rPr>
            <w:rStyle w:val="a3"/>
            <w:lang w:val="en-US"/>
          </w:rPr>
          <w:t>ru</w:t>
        </w:r>
        <w:r w:rsidRPr="0082348A">
          <w:rPr>
            <w:rStyle w:val="a3"/>
          </w:rPr>
          <w:t>»</w:t>
        </w:r>
      </w:hyperlink>
    </w:p>
    <w:p w:rsidR="00727B30" w:rsidRDefault="00727B30"/>
    <w:p w:rsidR="00727B30" w:rsidRDefault="00727B30"/>
    <w:p w:rsidR="00727B30" w:rsidRDefault="00727B30">
      <w:r>
        <w:t>И.о</w:t>
      </w:r>
      <w:proofErr w:type="gramStart"/>
      <w:r>
        <w:t>.м</w:t>
      </w:r>
      <w:proofErr w:type="gramEnd"/>
      <w:r>
        <w:t xml:space="preserve">инистра                                                                                     </w:t>
      </w:r>
      <w:proofErr w:type="spellStart"/>
      <w:r>
        <w:t>Л.А.Гальцева</w:t>
      </w:r>
      <w:proofErr w:type="spellEnd"/>
      <w:r>
        <w:t xml:space="preserve"> </w:t>
      </w:r>
    </w:p>
    <w:p w:rsidR="004C7258" w:rsidRDefault="004C7258"/>
    <w:sectPr w:rsidR="004C7258" w:rsidSect="005A4624">
      <w:pgSz w:w="11906" w:h="16838"/>
      <w:pgMar w:top="1134" w:right="70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442415"/>
    <w:rsid w:val="000019D0"/>
    <w:rsid w:val="00010954"/>
    <w:rsid w:val="00020396"/>
    <w:rsid w:val="00027317"/>
    <w:rsid w:val="000618E3"/>
    <w:rsid w:val="0007448A"/>
    <w:rsid w:val="0008586C"/>
    <w:rsid w:val="000A04B9"/>
    <w:rsid w:val="000A7186"/>
    <w:rsid w:val="000B6135"/>
    <w:rsid w:val="000D496A"/>
    <w:rsid w:val="000D60A8"/>
    <w:rsid w:val="000D60D0"/>
    <w:rsid w:val="000F25E9"/>
    <w:rsid w:val="001060D7"/>
    <w:rsid w:val="00122369"/>
    <w:rsid w:val="00125689"/>
    <w:rsid w:val="00125C58"/>
    <w:rsid w:val="00127F86"/>
    <w:rsid w:val="001350A0"/>
    <w:rsid w:val="00147F37"/>
    <w:rsid w:val="00153B70"/>
    <w:rsid w:val="00155D57"/>
    <w:rsid w:val="00161396"/>
    <w:rsid w:val="001731C7"/>
    <w:rsid w:val="001742D5"/>
    <w:rsid w:val="00175AF1"/>
    <w:rsid w:val="00176E58"/>
    <w:rsid w:val="001807CE"/>
    <w:rsid w:val="00192D34"/>
    <w:rsid w:val="00192D77"/>
    <w:rsid w:val="00193703"/>
    <w:rsid w:val="001A3199"/>
    <w:rsid w:val="001A722D"/>
    <w:rsid w:val="001B0BB3"/>
    <w:rsid w:val="001B1A65"/>
    <w:rsid w:val="001B5B6D"/>
    <w:rsid w:val="001D7632"/>
    <w:rsid w:val="001E3D59"/>
    <w:rsid w:val="001E4A0D"/>
    <w:rsid w:val="001E5EC0"/>
    <w:rsid w:val="001E7671"/>
    <w:rsid w:val="001F4DB6"/>
    <w:rsid w:val="002010DD"/>
    <w:rsid w:val="002137B7"/>
    <w:rsid w:val="00214F13"/>
    <w:rsid w:val="00217049"/>
    <w:rsid w:val="00244E3B"/>
    <w:rsid w:val="00246258"/>
    <w:rsid w:val="00256278"/>
    <w:rsid w:val="00265A94"/>
    <w:rsid w:val="002671E0"/>
    <w:rsid w:val="002B1611"/>
    <w:rsid w:val="002B492F"/>
    <w:rsid w:val="002D2517"/>
    <w:rsid w:val="002E513F"/>
    <w:rsid w:val="002F0AD2"/>
    <w:rsid w:val="00300F79"/>
    <w:rsid w:val="00310430"/>
    <w:rsid w:val="00317303"/>
    <w:rsid w:val="00333235"/>
    <w:rsid w:val="0035777D"/>
    <w:rsid w:val="0036185D"/>
    <w:rsid w:val="0037124A"/>
    <w:rsid w:val="00372CC2"/>
    <w:rsid w:val="00382326"/>
    <w:rsid w:val="003A11FA"/>
    <w:rsid w:val="003A6FD4"/>
    <w:rsid w:val="003B7CE8"/>
    <w:rsid w:val="00404C93"/>
    <w:rsid w:val="0040523B"/>
    <w:rsid w:val="004053A5"/>
    <w:rsid w:val="00414CE1"/>
    <w:rsid w:val="00427D21"/>
    <w:rsid w:val="00442415"/>
    <w:rsid w:val="004519DE"/>
    <w:rsid w:val="00484AD4"/>
    <w:rsid w:val="004B4612"/>
    <w:rsid w:val="004C1D44"/>
    <w:rsid w:val="004C7258"/>
    <w:rsid w:val="004E37EC"/>
    <w:rsid w:val="004F1282"/>
    <w:rsid w:val="005077CB"/>
    <w:rsid w:val="005166E3"/>
    <w:rsid w:val="0051672B"/>
    <w:rsid w:val="00521FA0"/>
    <w:rsid w:val="00533DE4"/>
    <w:rsid w:val="00541EE3"/>
    <w:rsid w:val="005523E9"/>
    <w:rsid w:val="00574D98"/>
    <w:rsid w:val="005877CA"/>
    <w:rsid w:val="00592BC6"/>
    <w:rsid w:val="005A2D66"/>
    <w:rsid w:val="005A4624"/>
    <w:rsid w:val="005C4036"/>
    <w:rsid w:val="005D6553"/>
    <w:rsid w:val="005E43D2"/>
    <w:rsid w:val="005E6A5B"/>
    <w:rsid w:val="005F31C9"/>
    <w:rsid w:val="005F5E35"/>
    <w:rsid w:val="00605D61"/>
    <w:rsid w:val="006120E7"/>
    <w:rsid w:val="00613E9F"/>
    <w:rsid w:val="00620A77"/>
    <w:rsid w:val="006368FF"/>
    <w:rsid w:val="0064578F"/>
    <w:rsid w:val="00653659"/>
    <w:rsid w:val="00674E8E"/>
    <w:rsid w:val="006758CD"/>
    <w:rsid w:val="006A714C"/>
    <w:rsid w:val="006C2872"/>
    <w:rsid w:val="006D7EB8"/>
    <w:rsid w:val="006F24CF"/>
    <w:rsid w:val="00702572"/>
    <w:rsid w:val="00727B30"/>
    <w:rsid w:val="00734C4C"/>
    <w:rsid w:val="00742A84"/>
    <w:rsid w:val="007650C9"/>
    <w:rsid w:val="00770630"/>
    <w:rsid w:val="007713E4"/>
    <w:rsid w:val="0077269F"/>
    <w:rsid w:val="007808CB"/>
    <w:rsid w:val="00784B7B"/>
    <w:rsid w:val="00791399"/>
    <w:rsid w:val="007E1355"/>
    <w:rsid w:val="00807D03"/>
    <w:rsid w:val="008155DA"/>
    <w:rsid w:val="00820A67"/>
    <w:rsid w:val="008402BD"/>
    <w:rsid w:val="0084250A"/>
    <w:rsid w:val="008542A8"/>
    <w:rsid w:val="00857761"/>
    <w:rsid w:val="00866F84"/>
    <w:rsid w:val="00880091"/>
    <w:rsid w:val="00881EB2"/>
    <w:rsid w:val="00884B7B"/>
    <w:rsid w:val="00897355"/>
    <w:rsid w:val="008B4DAC"/>
    <w:rsid w:val="008D601E"/>
    <w:rsid w:val="008E5DCD"/>
    <w:rsid w:val="008F1A30"/>
    <w:rsid w:val="008F391F"/>
    <w:rsid w:val="009060B1"/>
    <w:rsid w:val="00907EE3"/>
    <w:rsid w:val="009152C6"/>
    <w:rsid w:val="009253B0"/>
    <w:rsid w:val="009313C7"/>
    <w:rsid w:val="00943F4F"/>
    <w:rsid w:val="0094701D"/>
    <w:rsid w:val="00954183"/>
    <w:rsid w:val="009572B5"/>
    <w:rsid w:val="00967616"/>
    <w:rsid w:val="0098269B"/>
    <w:rsid w:val="0098322D"/>
    <w:rsid w:val="009838DD"/>
    <w:rsid w:val="0098436D"/>
    <w:rsid w:val="00985979"/>
    <w:rsid w:val="009A09AB"/>
    <w:rsid w:val="009A1930"/>
    <w:rsid w:val="009B07CE"/>
    <w:rsid w:val="009B2E14"/>
    <w:rsid w:val="009C3DB3"/>
    <w:rsid w:val="009D5485"/>
    <w:rsid w:val="00A162CB"/>
    <w:rsid w:val="00A30F13"/>
    <w:rsid w:val="00A535ED"/>
    <w:rsid w:val="00A5509B"/>
    <w:rsid w:val="00A8323D"/>
    <w:rsid w:val="00A91B57"/>
    <w:rsid w:val="00AA2CE3"/>
    <w:rsid w:val="00AC0E02"/>
    <w:rsid w:val="00AC70C8"/>
    <w:rsid w:val="00AD20AE"/>
    <w:rsid w:val="00AD2739"/>
    <w:rsid w:val="00AF1251"/>
    <w:rsid w:val="00B00EDD"/>
    <w:rsid w:val="00B549BB"/>
    <w:rsid w:val="00B65649"/>
    <w:rsid w:val="00B65CD6"/>
    <w:rsid w:val="00B814D3"/>
    <w:rsid w:val="00B8279A"/>
    <w:rsid w:val="00B9322F"/>
    <w:rsid w:val="00B94C9E"/>
    <w:rsid w:val="00BA73B0"/>
    <w:rsid w:val="00BB5FD8"/>
    <w:rsid w:val="00BC6AB2"/>
    <w:rsid w:val="00BE15BF"/>
    <w:rsid w:val="00BE6536"/>
    <w:rsid w:val="00BF2B2C"/>
    <w:rsid w:val="00BF2FC0"/>
    <w:rsid w:val="00BF5308"/>
    <w:rsid w:val="00C025E2"/>
    <w:rsid w:val="00C1562A"/>
    <w:rsid w:val="00C16097"/>
    <w:rsid w:val="00C370D5"/>
    <w:rsid w:val="00C372AD"/>
    <w:rsid w:val="00C6602E"/>
    <w:rsid w:val="00C727C1"/>
    <w:rsid w:val="00C77C44"/>
    <w:rsid w:val="00C87223"/>
    <w:rsid w:val="00CA1754"/>
    <w:rsid w:val="00CB5743"/>
    <w:rsid w:val="00CC5C2A"/>
    <w:rsid w:val="00CE355B"/>
    <w:rsid w:val="00CF1F9B"/>
    <w:rsid w:val="00D17968"/>
    <w:rsid w:val="00D2111D"/>
    <w:rsid w:val="00D27128"/>
    <w:rsid w:val="00D33760"/>
    <w:rsid w:val="00D364B2"/>
    <w:rsid w:val="00D44A38"/>
    <w:rsid w:val="00D511A8"/>
    <w:rsid w:val="00D71A70"/>
    <w:rsid w:val="00D72E61"/>
    <w:rsid w:val="00D74C39"/>
    <w:rsid w:val="00DC1F80"/>
    <w:rsid w:val="00DC3878"/>
    <w:rsid w:val="00DD0290"/>
    <w:rsid w:val="00DD650F"/>
    <w:rsid w:val="00DE1001"/>
    <w:rsid w:val="00DE2CF3"/>
    <w:rsid w:val="00DF3E9E"/>
    <w:rsid w:val="00E0210B"/>
    <w:rsid w:val="00E51732"/>
    <w:rsid w:val="00E51C18"/>
    <w:rsid w:val="00E568A5"/>
    <w:rsid w:val="00E74B3B"/>
    <w:rsid w:val="00E80F7C"/>
    <w:rsid w:val="00E82F87"/>
    <w:rsid w:val="00E854A1"/>
    <w:rsid w:val="00E87C26"/>
    <w:rsid w:val="00E93AF6"/>
    <w:rsid w:val="00EA0E1D"/>
    <w:rsid w:val="00EB0F49"/>
    <w:rsid w:val="00EB1160"/>
    <w:rsid w:val="00EB1892"/>
    <w:rsid w:val="00EB3C07"/>
    <w:rsid w:val="00EC2B78"/>
    <w:rsid w:val="00ED1B71"/>
    <w:rsid w:val="00ED7F31"/>
    <w:rsid w:val="00F1073F"/>
    <w:rsid w:val="00F31F66"/>
    <w:rsid w:val="00F35407"/>
    <w:rsid w:val="00F36187"/>
    <w:rsid w:val="00F558A2"/>
    <w:rsid w:val="00F6255A"/>
    <w:rsid w:val="00F70AD4"/>
    <w:rsid w:val="00F70DE9"/>
    <w:rsid w:val="00F77912"/>
    <w:rsid w:val="00F84888"/>
    <w:rsid w:val="00F910E8"/>
    <w:rsid w:val="00F930DF"/>
    <w:rsid w:val="00FA3F0C"/>
    <w:rsid w:val="00FD13CA"/>
    <w:rsid w:val="00FD798E"/>
    <w:rsid w:val="00FE1A16"/>
    <w:rsid w:val="00FF4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7B3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z.30@mail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K\&#1082;&#1072;&#1076;&#1088;&#1099;\&#1087;&#1086;&#1090;&#1088;&#1077;&#1073;&#1085;&#1086;&#1089;&#1090;&#1100;%20&#1082;&#1072;&#1076;&#1088;\&#1054;%20&#1074;&#1085;&#1077;&#1089;&#1077;&#1085;&#1080;&#1080;%20&#1080;&#1079;&#1084;&#1077;&#1085;&#1077;&#1085;&#1080;&#1081;.&#1074;%20&#1087;&#1088;&#1080;&#1082;&#1072;&#1079;%20dotx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О внесении изменений.в приказ dotx.dotx</Template>
  <TotalTime>3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TKomarova</dc:creator>
  <cp:keywords/>
  <dc:description/>
  <cp:lastModifiedBy>TKomarova</cp:lastModifiedBy>
  <cp:revision>1</cp:revision>
  <cp:lastPrinted>2011-12-09T07:19:00Z</cp:lastPrinted>
  <dcterms:created xsi:type="dcterms:W3CDTF">2012-04-19T11:50:00Z</dcterms:created>
  <dcterms:modified xsi:type="dcterms:W3CDTF">2012-04-19T11:53:00Z</dcterms:modified>
</cp:coreProperties>
</file>